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F197457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67D39">
        <w:rPr>
          <w:rFonts w:ascii="Verdana" w:eastAsia="Verdana" w:hAnsi="Verdana" w:cs="Times New Roman"/>
          <w:b/>
        </w:rPr>
        <w:t>ZAŁĄCZNIK N</w:t>
      </w:r>
      <w:r w:rsidR="00285DD6">
        <w:rPr>
          <w:rFonts w:ascii="Verdana" w:eastAsia="Verdana" w:hAnsi="Verdana" w:cs="Times New Roman"/>
          <w:b/>
        </w:rPr>
        <w:t>R 3 DO SWZ -  FORMULARZ OFERTY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7AA5319" w14:textId="4DB85E88" w:rsidR="00285DD6" w:rsidRPr="00EE1D89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285DD6" w:rsidRPr="006B56FD">
              <w:rPr>
                <w:rFonts w:asciiTheme="minorHAnsi" w:hAnsiTheme="minorHAnsi" w:cstheme="minorHAnsi"/>
                <w:b/>
              </w:rPr>
              <w:t xml:space="preserve"> </w:t>
            </w:r>
            <w:r w:rsidR="00285DD6" w:rsidRPr="00EE1D89">
              <w:rPr>
                <w:rFonts w:asciiTheme="minorHAnsi" w:hAnsiTheme="minorHAnsi" w:cstheme="minorHAnsi"/>
                <w:b/>
                <w:sz w:val="20"/>
              </w:rPr>
              <w:t>Warszawa</w:t>
            </w:r>
          </w:p>
          <w:p w14:paraId="1C42C22C" w14:textId="77777777" w:rsidR="00285DD6" w:rsidRPr="00EE1D89" w:rsidRDefault="00285DD6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EE1D89">
              <w:rPr>
                <w:rFonts w:asciiTheme="minorHAnsi" w:hAnsiTheme="minorHAnsi" w:cstheme="minorHAnsi"/>
                <w:color w:val="000000"/>
                <w:sz w:val="20"/>
              </w:rPr>
              <w:t>ul. Marsa 95, 04-470 Warszawa</w:t>
            </w:r>
          </w:p>
          <w:p w14:paraId="3F4CA6ED" w14:textId="652AD7EC" w:rsidR="00B67D39" w:rsidRPr="006B56FD" w:rsidRDefault="00B67D39" w:rsidP="00285DD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6E734598" w:rsidR="00A62B4C" w:rsidRDefault="00A62B4C" w:rsidP="00A62B4C">
      <w:pPr>
        <w:rPr>
          <w:rFonts w:eastAsia="Verdana" w:cs="Times New Roman"/>
          <w:szCs w:val="18"/>
        </w:rPr>
      </w:pPr>
    </w:p>
    <w:p w14:paraId="5741CA2F" w14:textId="77777777" w:rsidR="00F72FB0" w:rsidRPr="00B67D39" w:rsidRDefault="00F72FB0" w:rsidP="00A62B4C">
      <w:pPr>
        <w:rPr>
          <w:rFonts w:eastAsia="Verdana" w:cs="Times New Roman"/>
          <w:szCs w:val="18"/>
        </w:rPr>
      </w:pPr>
    </w:p>
    <w:p w14:paraId="28DC2734" w14:textId="2EE49CEC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nr_postepowania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F72FB0" w:rsidRPr="00D623DC">
        <w:rPr>
          <w:rFonts w:cstheme="minorHAnsi"/>
          <w:noProof/>
          <w:szCs w:val="18"/>
          <w:lang w:eastAsia="pl-PL"/>
        </w:rPr>
        <w:t>POST/DYS/OW/GZ/04331/2025</w:t>
      </w:r>
      <w:r w:rsidR="00285DD6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nazwa_post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F72FB0" w:rsidRPr="00D623DC">
        <w:rPr>
          <w:rFonts w:cstheme="minorHAnsi"/>
          <w:noProof/>
          <w:szCs w:val="18"/>
          <w:lang w:eastAsia="pl-PL"/>
        </w:rPr>
        <w:t>Prace budowlane w podziale na: - Prace przyłączeniowe w ramach umowy nr 21-G0/S/00475, D1GI/21PG000034 Lokalizacja inwestycji: m. Łazy gm. Lesznowola - Prace przyłączeniowe w ramach umowy nr 23-G0/S/00474, D1GI/23PG101058 Lokalizacja inwestycji: m. Parzniew gm. Parzniew - Prace przyłączeniowe w ramach umowy nr 23-G0/S/00411, D1GI/21OG000039 Lokalizacja inwestycji: m. Sobolew gm. Sobolew</w:t>
      </w:r>
      <w:r w:rsidR="00285DD6">
        <w:rPr>
          <w:rFonts w:cstheme="minorHAnsi"/>
          <w:szCs w:val="18"/>
          <w:lang w:eastAsia="pl-PL"/>
        </w:rPr>
        <w:fldChar w:fldCharType="end"/>
      </w:r>
      <w:r w:rsidR="00285DD6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5D13896C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Pr="00B67D39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79152D09" w14:textId="11C50059" w:rsidR="00B67D39" w:rsidRDefault="00B67D39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4DAB1D4A" w14:textId="3F1CEDBD" w:rsidR="00F72FB0" w:rsidRDefault="00F72FB0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53D953E2" w14:textId="77777777" w:rsidR="00F72FB0" w:rsidRPr="00B67D39" w:rsidRDefault="00F72FB0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lastRenderedPageBreak/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74087F3C" w14:textId="77777777" w:rsidR="000B53B2" w:rsidRDefault="000B53B2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1</w:t>
      </w:r>
    </w:p>
    <w:p w14:paraId="5886F091" w14:textId="40C22B6B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C7C9D6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A96E471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2800A46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1B0072E0" w14:textId="30B212BE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2</w:t>
      </w:r>
    </w:p>
    <w:p w14:paraId="7B43CDCB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733ADD74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14672B81" w14:textId="546F83CC" w:rsidR="000B53B2" w:rsidRDefault="000B53B2" w:rsidP="00A25B17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52015C1" w14:textId="77777777" w:rsidR="00A25B17" w:rsidRPr="00A25B17" w:rsidRDefault="00A25B17" w:rsidP="00A25B17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4731BFAE" w14:textId="3026119D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3</w:t>
      </w:r>
    </w:p>
    <w:p w14:paraId="5A93414A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5E3C8DDF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38B8FBD7" w14:textId="35AB7DB1" w:rsidR="000B53B2" w:rsidRPr="00F72FB0" w:rsidRDefault="000B53B2" w:rsidP="00F72FB0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1A7453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 xml:space="preserve">przesłanek określonych w pkt. 1.1. </w:t>
      </w:r>
      <w:proofErr w:type="spellStart"/>
      <w:r w:rsidRPr="00B67D39">
        <w:rPr>
          <w:rFonts w:cstheme="minorHAnsi"/>
          <w:szCs w:val="18"/>
          <w:lang w:eastAsia="pl-PL"/>
        </w:rPr>
        <w:t>ppkt</w:t>
      </w:r>
      <w:proofErr w:type="spellEnd"/>
      <w:r w:rsidRPr="00B67D39">
        <w:rPr>
          <w:rFonts w:cstheme="minorHAnsi"/>
          <w:szCs w:val="18"/>
          <w:lang w:eastAsia="pl-PL"/>
        </w:rPr>
        <w:t xml:space="preserve">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</w:t>
      </w:r>
      <w:r w:rsidRPr="00D9767E">
        <w:rPr>
          <w:rFonts w:cstheme="minorHAnsi"/>
          <w:szCs w:val="18"/>
          <w:lang w:eastAsia="pl-PL"/>
        </w:rPr>
        <w:t>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D9767E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D8DCBE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>Oświadczamy, że</w:t>
      </w:r>
      <w:r w:rsidRPr="00D9767E">
        <w:rPr>
          <w:rStyle w:val="Odwoanieprzypisudolnego"/>
          <w:rFonts w:cstheme="minorHAnsi"/>
          <w:szCs w:val="18"/>
        </w:rPr>
        <w:footnoteReference w:id="4"/>
      </w:r>
      <w:r w:rsidR="00285DD6" w:rsidRPr="00D9767E">
        <w:rPr>
          <w:rFonts w:cstheme="minorHAnsi"/>
          <w:szCs w:val="18"/>
        </w:rPr>
        <w:t xml:space="preserve"> </w:t>
      </w:r>
      <w:r w:rsidRPr="00D9767E">
        <w:rPr>
          <w:rFonts w:cstheme="minorHAnsi"/>
          <w:szCs w:val="18"/>
        </w:rPr>
        <w:t xml:space="preserve">jeśli dotyczy, w przypadku dopuszczenia podwykonawstwa: </w:t>
      </w:r>
    </w:p>
    <w:p w14:paraId="137025D5" w14:textId="77777777" w:rsidR="00B67D39" w:rsidRPr="00D9767E" w:rsidRDefault="00A25B17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D9767E" w:rsidRDefault="00A25B17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D9767E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D9767E" w:rsidRDefault="00B67D39" w:rsidP="00285DD6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D9767E" w14:paraId="1BC01446" w14:textId="77777777" w:rsidTr="009A129D">
        <w:tc>
          <w:tcPr>
            <w:tcW w:w="708" w:type="dxa"/>
          </w:tcPr>
          <w:p w14:paraId="427A9E2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D9767E" w14:paraId="1F778427" w14:textId="77777777" w:rsidTr="009A129D">
        <w:tc>
          <w:tcPr>
            <w:tcW w:w="708" w:type="dxa"/>
          </w:tcPr>
          <w:p w14:paraId="32D67AD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D9767E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75025593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iCs/>
          <w:szCs w:val="18"/>
        </w:rPr>
        <w:t>Wybór naszej Oferty</w:t>
      </w:r>
      <w:r w:rsidRPr="00D9767E">
        <w:rPr>
          <w:rFonts w:cstheme="minorHAnsi"/>
          <w:iCs/>
          <w:szCs w:val="18"/>
          <w:vertAlign w:val="superscript"/>
        </w:rPr>
        <w:footnoteReference w:id="5"/>
      </w:r>
      <w:r w:rsidR="00285DD6" w:rsidRPr="00D9767E">
        <w:rPr>
          <w:rFonts w:cstheme="minorHAnsi"/>
          <w:iCs/>
          <w:szCs w:val="18"/>
        </w:rPr>
        <w:t>:</w:t>
      </w:r>
    </w:p>
    <w:p w14:paraId="79B03F1A" w14:textId="77777777" w:rsidR="00B67D39" w:rsidRPr="00D9767E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lastRenderedPageBreak/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nie 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</w:t>
      </w:r>
    </w:p>
    <w:p w14:paraId="7971B95C" w14:textId="77777777" w:rsidR="00B67D39" w:rsidRPr="00D9767E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 Wskazujemy nazw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 xml:space="preserve"> (rodzaj) towaru lub us</w:t>
      </w:r>
      <w:r w:rsidRPr="00D9767E">
        <w:rPr>
          <w:rFonts w:cs="Calibri"/>
          <w:iCs/>
          <w:szCs w:val="18"/>
        </w:rPr>
        <w:t>ł</w:t>
      </w:r>
      <w:r w:rsidRPr="00D9767E">
        <w:rPr>
          <w:rFonts w:cstheme="minorHAnsi"/>
          <w:iCs/>
          <w:szCs w:val="18"/>
        </w:rPr>
        <w:t>ugi, kt</w:t>
      </w:r>
      <w:r w:rsidRPr="00D9767E">
        <w:rPr>
          <w:rFonts w:cs="Calibri"/>
          <w:iCs/>
          <w:szCs w:val="18"/>
        </w:rPr>
        <w:t>ó</w:t>
      </w:r>
      <w:r w:rsidRPr="00D9767E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D9767E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D9767E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1D707996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trike/>
          <w:szCs w:val="18"/>
          <w:lang w:eastAsia="pl-PL"/>
        </w:rPr>
      </w:pPr>
      <w:r w:rsidRPr="00D9767E">
        <w:rPr>
          <w:rFonts w:cstheme="minorHAnsi"/>
          <w:strike/>
          <w:szCs w:val="18"/>
          <w:lang w:eastAsia="pl-PL"/>
        </w:rPr>
        <w:t xml:space="preserve">Wadium o wartości </w:t>
      </w:r>
      <w:r w:rsidR="00D9767E" w:rsidRPr="00D9767E">
        <w:rPr>
          <w:rFonts w:cstheme="minorHAnsi"/>
          <w:strike/>
          <w:szCs w:val="18"/>
          <w:lang w:eastAsia="pl-PL"/>
        </w:rPr>
        <w:t>…..</w:t>
      </w:r>
      <w:r w:rsidRPr="00D9767E">
        <w:rPr>
          <w:rFonts w:cstheme="minorHAnsi"/>
          <w:strike/>
          <w:szCs w:val="18"/>
          <w:lang w:eastAsia="pl-PL"/>
        </w:rPr>
        <w:t xml:space="preserve">zł zostało wniesione w formie …............................ </w:t>
      </w:r>
    </w:p>
    <w:p w14:paraId="3BB27B39" w14:textId="77777777" w:rsidR="00B67D39" w:rsidRPr="00D9767E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  <w:lang w:eastAsia="pl-PL"/>
        </w:rPr>
        <w:t>15.1.</w:t>
      </w:r>
      <w:r w:rsidRPr="00D9767E">
        <w:rPr>
          <w:rFonts w:cstheme="minorHAnsi"/>
          <w:szCs w:val="18"/>
          <w:lang w:eastAsia="pl-PL"/>
        </w:rPr>
        <w:tab/>
      </w:r>
      <w:r w:rsidRPr="00D9767E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D9767E">
        <w:rPr>
          <w:rStyle w:val="Odwoanieprzypisudolnego"/>
          <w:rFonts w:cstheme="minorHAnsi"/>
          <w:szCs w:val="18"/>
        </w:rPr>
        <w:footnoteReference w:id="7"/>
      </w:r>
    </w:p>
    <w:p w14:paraId="07B95326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</w:rPr>
        <w:t>15.2.</w:t>
      </w:r>
      <w:r w:rsidRPr="00D9767E">
        <w:rPr>
          <w:rFonts w:cstheme="minorHAnsi"/>
          <w:szCs w:val="18"/>
        </w:rPr>
        <w:tab/>
      </w:r>
      <w:r w:rsidRPr="00D9767E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D9767E" w:rsidRDefault="00A25B17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D9767E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D9767E" w:rsidRDefault="00A25B17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D9767E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D9767E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lastRenderedPageBreak/>
        <w:t>Do niniejszej oferty są dołączone następujące załączniki:</w:t>
      </w:r>
    </w:p>
    <w:p w14:paraId="59736B9D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2 - …………</w:t>
      </w:r>
    </w:p>
    <w:p w14:paraId="33AD676B" w14:textId="77777777" w:rsidR="00B67D39" w:rsidRPr="00D9767E" w:rsidRDefault="00B67D39" w:rsidP="00381365">
      <w:pPr>
        <w:rPr>
          <w:rFonts w:cstheme="minorHAnsi"/>
        </w:rPr>
      </w:pPr>
    </w:p>
    <w:p w14:paraId="2B2CB4B3" w14:textId="73C6721B" w:rsidR="00381365" w:rsidRPr="00D9767E" w:rsidRDefault="00381365" w:rsidP="00381365">
      <w:pPr>
        <w:rPr>
          <w:rFonts w:cstheme="minorHAnsi"/>
        </w:rPr>
      </w:pPr>
    </w:p>
    <w:p w14:paraId="1F146800" w14:textId="14585345" w:rsidR="00381365" w:rsidRPr="00D9767E" w:rsidRDefault="00381365" w:rsidP="00381365">
      <w:pPr>
        <w:rPr>
          <w:rFonts w:cstheme="minorHAnsi"/>
        </w:rPr>
      </w:pPr>
    </w:p>
    <w:p w14:paraId="1B7F3631" w14:textId="611DB4E8" w:rsidR="00381365" w:rsidRPr="00D9767E" w:rsidRDefault="00381365" w:rsidP="00381365">
      <w:pPr>
        <w:rPr>
          <w:rFonts w:cstheme="minorHAnsi"/>
        </w:rPr>
      </w:pPr>
    </w:p>
    <w:p w14:paraId="4BB21D18" w14:textId="77777777" w:rsidR="00381365" w:rsidRPr="00D9767E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9767E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553812D" w14:textId="2A89B380" w:rsidR="00624831" w:rsidRDefault="00381365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 w:rsidR="00624831"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p w14:paraId="7FB808E4" w14:textId="58D7611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9B46D8B" w14:textId="241D076F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8B2E753" w14:textId="36F7ED6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05BD2F3" w14:textId="1EBD2CE0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A6F5169" w14:textId="7526F092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1E7FA50" w14:textId="09FB76FF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F10C532" w14:textId="1DA12427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9F4A976" w14:textId="65B2195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C837B57" w14:textId="6AE640D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E532E03" w14:textId="0D6486AE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48F7655" w14:textId="48D412A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ADD1F50" w14:textId="17124B4C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3DF697E" w14:textId="1BBE576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02C3241" w14:textId="4EF037F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0A05F70" w14:textId="0A53EE94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50F45F42" w14:textId="0074B00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7918011" w14:textId="424E44D7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FB3C63E" w14:textId="1C52070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1E442EE" w14:textId="6C3A35C5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102DB2EA" w14:textId="55D1FD26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73E96D26" w14:textId="5C7EC278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5F75F06" w14:textId="160BFDA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50F236B" w14:textId="473B7369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4EC751AB" w14:textId="7C1ACFF8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BA95D4C" w14:textId="77741C8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3C77D251" w14:textId="7F6F0138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08EBC73" w14:textId="69DF4FDA" w:rsidR="000B53B2" w:rsidRDefault="000B53B2" w:rsidP="00624831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652ED62C" w14:textId="165DDF48" w:rsidR="000B53B2" w:rsidRDefault="000B53B2" w:rsidP="00466AE9">
      <w:pPr>
        <w:ind w:right="68"/>
        <w:rPr>
          <w:rFonts w:cstheme="minorHAnsi"/>
          <w:i/>
          <w:sz w:val="16"/>
          <w:szCs w:val="16"/>
        </w:rPr>
      </w:pPr>
    </w:p>
    <w:p w14:paraId="2A4B7E3C" w14:textId="77777777" w:rsidR="00466AE9" w:rsidRPr="00A62B4C" w:rsidRDefault="00466AE9" w:rsidP="00466AE9">
      <w:pPr>
        <w:ind w:right="68"/>
        <w:rPr>
          <w:rFonts w:ascii="Verdana" w:eastAsia="Verdana" w:hAnsi="Verdana" w:cs="Times New Roman"/>
        </w:rPr>
      </w:pPr>
    </w:p>
    <w:p w14:paraId="52B295E2" w14:textId="1EE75A99" w:rsidR="00535E9B" w:rsidRDefault="00535E9B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2C8B5D8D" w14:textId="4F235324" w:rsidR="00F72FB0" w:rsidRDefault="00F72FB0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193972A8" w14:textId="05316760" w:rsidR="00F72FB0" w:rsidRDefault="00F72FB0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53578FA9" w14:textId="6CD8BA8F" w:rsidR="00F72FB0" w:rsidRDefault="00F72FB0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61F8920A" w14:textId="43FA17FB" w:rsidR="00F72FB0" w:rsidRDefault="00F72FB0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6C76DA1D" w14:textId="2F7FAEC4" w:rsidR="00F72FB0" w:rsidRDefault="00F72FB0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5060551E" w14:textId="20B346C8" w:rsidR="00A25B17" w:rsidRDefault="00A25B17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18AF2C1E" w14:textId="34AF4E72" w:rsidR="00A25B17" w:rsidRDefault="00A25B17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44614AA6" w14:textId="77777777" w:rsidR="00A25B17" w:rsidRDefault="00A25B17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p w14:paraId="75622B4B" w14:textId="77777777" w:rsidR="000B53B2" w:rsidRDefault="000B53B2" w:rsidP="000B53B2">
      <w:pPr>
        <w:ind w:left="2552" w:hanging="2552"/>
        <w:jc w:val="right"/>
        <w:rPr>
          <w:rFonts w:ascii="Verdana" w:eastAsia="Verdana" w:hAnsi="Verdana" w:cs="Times New Roman"/>
          <w:b/>
        </w:rPr>
      </w:pPr>
      <w:r w:rsidRPr="00CC7E12">
        <w:rPr>
          <w:rFonts w:ascii="Verdana" w:eastAsia="Verdana" w:hAnsi="Verdana" w:cs="Times New Roman"/>
          <w:b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5223CDD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29C72AB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0B53B2" w:rsidRPr="006B56FD" w14:paraId="61D0D456" w14:textId="77777777" w:rsidTr="00C73AF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06E7E17E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08C24A4F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0A980A2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1B888B7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61A15B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F7807D6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AD1662C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020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C512C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6F581B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593D388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326EC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47494B0C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236EE44D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70391784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59480FF9" w14:textId="77777777" w:rsidR="000B53B2" w:rsidRPr="00CC7E12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C99A86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6DDDAB23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6BFB615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25D30C2C" w14:textId="77777777" w:rsidR="000B53B2" w:rsidRPr="00CC7E12" w:rsidRDefault="000B53B2" w:rsidP="000B53B2">
      <w:pPr>
        <w:jc w:val="both"/>
        <w:rPr>
          <w:rFonts w:cstheme="minorHAnsi"/>
        </w:rPr>
      </w:pPr>
    </w:p>
    <w:p w14:paraId="2C86B04E" w14:textId="233F639E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F72FB0" w:rsidRPr="00D623DC">
        <w:rPr>
          <w:rFonts w:cstheme="minorHAnsi"/>
          <w:b/>
          <w:i/>
          <w:noProof/>
        </w:rPr>
        <w:t>Prace budowlane w podziale na: - Prace przyłączeniowe w ramach umowy nr 21-G0/S/00475, D1GI/21PG000034 Lokalizacja inwestycji: m. Łazy gm. Lesznowola - Prace przyłączeniowe w ramach umowy nr 23-G0/S/00474, D1GI/23PG101058 Lokalizacja inwestycji: m. Parzniew gm. Parzniew - Prace przyłączeniowe w ramach umowy nr 23-G0/S/00411, D1GI/21OG000039 Lokalizacja inwestycji: m. Sobolew gm. Sobolew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F72FB0" w:rsidRPr="00D623DC">
        <w:rPr>
          <w:rFonts w:cstheme="minorHAnsi"/>
          <w:b/>
          <w:noProof/>
        </w:rPr>
        <w:t>POST/DYS/OW/GZ/04331/2025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6265C47" w14:textId="77777777" w:rsidR="000B53B2" w:rsidRPr="00CC7E12" w:rsidRDefault="000B53B2" w:rsidP="000B53B2">
      <w:pPr>
        <w:jc w:val="both"/>
        <w:rPr>
          <w:rFonts w:cstheme="minorHAnsi"/>
        </w:rPr>
      </w:pPr>
    </w:p>
    <w:p w14:paraId="48AEF59F" w14:textId="77777777" w:rsidR="000B53B2" w:rsidRPr="00CC7E12" w:rsidRDefault="000B53B2" w:rsidP="000B53B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7B11A8D4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8"/>
      </w:r>
    </w:p>
    <w:p w14:paraId="6F86C593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9"/>
      </w:r>
    </w:p>
    <w:p w14:paraId="20567C49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0EAB4F1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72C52C6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A704BE0" w14:textId="77777777" w:rsidR="000B53B2" w:rsidRPr="00CC7E12" w:rsidRDefault="000B53B2" w:rsidP="000B53B2">
      <w:pPr>
        <w:jc w:val="both"/>
        <w:rPr>
          <w:rFonts w:cstheme="minorHAnsi"/>
        </w:rPr>
      </w:pPr>
    </w:p>
    <w:p w14:paraId="011B90F8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9951D3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88F67E9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091FDD9" w14:textId="77777777" w:rsidR="000B53B2" w:rsidRPr="00CC7E12" w:rsidRDefault="000B53B2" w:rsidP="000B53B2">
      <w:pPr>
        <w:jc w:val="both"/>
        <w:rPr>
          <w:rFonts w:cstheme="minorHAnsi"/>
          <w:i/>
        </w:rPr>
      </w:pPr>
    </w:p>
    <w:p w14:paraId="7BC41F65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2DF558AC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578631" w14:textId="77777777" w:rsidR="000B53B2" w:rsidRPr="00CC7E12" w:rsidRDefault="000B53B2" w:rsidP="000B53B2">
      <w:pPr>
        <w:jc w:val="both"/>
        <w:rPr>
          <w:rFonts w:cstheme="minorHAnsi"/>
        </w:rPr>
      </w:pPr>
    </w:p>
    <w:p w14:paraId="10C3D920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446D5380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1293C27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15F5782A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50FAE7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45A5B2F9" w14:textId="77777777" w:rsidR="000B53B2" w:rsidRPr="00CC7E12" w:rsidRDefault="000B53B2" w:rsidP="000B53B2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0CFD1D4" w14:textId="77777777" w:rsidR="000B53B2" w:rsidRPr="00CC7E12" w:rsidRDefault="000B53B2" w:rsidP="000B53B2">
      <w:pPr>
        <w:jc w:val="both"/>
        <w:rPr>
          <w:rFonts w:cstheme="minorHAnsi"/>
          <w:sz w:val="16"/>
        </w:rPr>
      </w:pPr>
    </w:p>
    <w:p w14:paraId="3FB15D8D" w14:textId="77777777" w:rsidR="000B53B2" w:rsidRDefault="000B53B2" w:rsidP="000B53B2">
      <w:pPr>
        <w:rPr>
          <w:rFonts w:cstheme="minorHAnsi"/>
        </w:rPr>
      </w:pPr>
    </w:p>
    <w:p w14:paraId="125EB228" w14:textId="77777777" w:rsidR="000B53B2" w:rsidRDefault="000B53B2" w:rsidP="000B53B2">
      <w:pPr>
        <w:rPr>
          <w:rFonts w:cstheme="minorHAnsi"/>
        </w:rPr>
      </w:pPr>
    </w:p>
    <w:p w14:paraId="55E575DB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5EE73DC8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4E1AE47" w14:textId="6FF076A8" w:rsidR="000B53B2" w:rsidRPr="00F72FB0" w:rsidRDefault="000B53B2" w:rsidP="00F72FB0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0CCBC65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084C6F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00D16632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0B53B2" w:rsidRPr="006B56FD" w14:paraId="328515A1" w14:textId="77777777" w:rsidTr="00C73AFF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7C4A40B0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7A091F0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760B885D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37B525E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1D13C04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9C465B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1E7F1C56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D694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2A9C3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DB8E45F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91DCF14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79DFF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035D6F57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69B7DBB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06334A46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78B5230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580D2426" w14:textId="77777777" w:rsidR="000B53B2" w:rsidRDefault="000B53B2" w:rsidP="000B53B2">
      <w:pPr>
        <w:rPr>
          <w:rFonts w:eastAsia="Verdana" w:cs="Times New Roman"/>
          <w:szCs w:val="18"/>
        </w:rPr>
      </w:pPr>
    </w:p>
    <w:p w14:paraId="0B309B9A" w14:textId="347348CC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F72FB0" w:rsidRPr="00D623DC">
        <w:rPr>
          <w:rFonts w:cstheme="minorHAnsi"/>
          <w:noProof/>
          <w:lang w:eastAsia="pl-PL"/>
        </w:rPr>
        <w:t>POST/DYS/OW/GZ/04331/2025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F72FB0" w:rsidRPr="00D623DC">
        <w:rPr>
          <w:rFonts w:cstheme="minorHAnsi"/>
          <w:noProof/>
          <w:lang w:eastAsia="pl-PL"/>
        </w:rPr>
        <w:t>Prace budowlane w podziale na: - Prace przyłączeniowe w ramach umowy nr 21-G0/S/00475, D1GI/21PG000034 Lokalizacja inwestycji: m. Łazy gm. Lesznowola - Prace przyłączeniowe w ramach umowy nr 23-G0/S/00474, D1GI/23PG101058 Lokalizacja inwestycji: m. Parzniew gm. Parzniew - Prace przyłączeniowe w ramach umowy nr 23-G0/S/00411, D1GI/21OG000039 Lokalizacja inwestycji: m. Sobolew gm. Sobolew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F72FB0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Pr="000D24FD">
        <w:rPr>
          <w:rFonts w:cstheme="minorHAnsi"/>
        </w:rPr>
        <w:t xml:space="preserve">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>/roboty</w:t>
      </w:r>
      <w:r w:rsidRPr="000D24FD">
        <w:rPr>
          <w:rFonts w:cstheme="minorHAnsi"/>
          <w:lang w:eastAsia="pl-PL"/>
        </w:rPr>
        <w:t>:</w:t>
      </w:r>
    </w:p>
    <w:p w14:paraId="62CE1598" w14:textId="77777777" w:rsidR="000B53B2" w:rsidRPr="000D24FD" w:rsidRDefault="000B53B2" w:rsidP="000B53B2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171F6055" w14:textId="77777777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B53B2" w:rsidRPr="000D24FD" w14:paraId="531A1678" w14:textId="77777777" w:rsidTr="00C73AFF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9BF56E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74997B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1030CFD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3BA12705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3062B718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5616EA1C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48201E92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3419E2F" w14:textId="77777777" w:rsidR="000B53B2" w:rsidRPr="00DC202A" w:rsidRDefault="000B53B2" w:rsidP="00C73AFF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575E2E11" w14:textId="77777777" w:rsidR="000B53B2" w:rsidRPr="00DC202A" w:rsidRDefault="000B53B2" w:rsidP="00C73AFF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B53B2" w:rsidRPr="000D24FD" w14:paraId="17886DAB" w14:textId="77777777" w:rsidTr="00C73AFF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ADCE0B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6A4E41A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2ECFB8AD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1EC88CE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1A493D60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6C44D24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3D0199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86B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</w:tr>
      <w:tr w:rsidR="000B53B2" w:rsidRPr="000D24FD" w14:paraId="0B9BC4E3" w14:textId="77777777" w:rsidTr="00C73AFF">
        <w:trPr>
          <w:trHeight w:val="843"/>
        </w:trPr>
        <w:tc>
          <w:tcPr>
            <w:tcW w:w="568" w:type="dxa"/>
            <w:vAlign w:val="center"/>
          </w:tcPr>
          <w:p w14:paraId="67E40911" w14:textId="77777777" w:rsidR="000B53B2" w:rsidRPr="000D24FD" w:rsidRDefault="000B53B2" w:rsidP="00C73AFF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23CCA1C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22747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01DA6FA5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3F9B6D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AB1A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71DCF408" w14:textId="77777777" w:rsidR="000B53B2" w:rsidRPr="000D24FD" w:rsidRDefault="000B53B2" w:rsidP="000B53B2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48AC041" w14:textId="77777777" w:rsidR="000B53B2" w:rsidRPr="000D24FD" w:rsidRDefault="000B53B2" w:rsidP="000B53B2">
      <w:pPr>
        <w:spacing w:before="120"/>
        <w:ind w:left="-284" w:right="-569"/>
        <w:outlineLvl w:val="0"/>
        <w:rPr>
          <w:rFonts w:cstheme="minorHAnsi"/>
          <w:i/>
        </w:rPr>
      </w:pPr>
    </w:p>
    <w:p w14:paraId="19FE6671" w14:textId="77777777" w:rsidR="000B53B2" w:rsidRPr="000D24FD" w:rsidRDefault="000B53B2" w:rsidP="000B53B2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 xml:space="preserve">/roboty </w:t>
      </w:r>
      <w:r w:rsidRPr="000D24FD">
        <w:rPr>
          <w:rFonts w:cstheme="minorHAnsi"/>
        </w:rPr>
        <w:t>zostały wykonane lub są wykonywane należycie.</w:t>
      </w:r>
    </w:p>
    <w:p w14:paraId="4FACB4F2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2FA69516" w14:textId="77777777" w:rsidR="000B53B2" w:rsidRDefault="000B53B2" w:rsidP="000B53B2">
      <w:pPr>
        <w:rPr>
          <w:rFonts w:cstheme="minorHAnsi"/>
        </w:rPr>
      </w:pPr>
    </w:p>
    <w:p w14:paraId="24B2396C" w14:textId="77777777" w:rsidR="000B53B2" w:rsidRDefault="000B53B2" w:rsidP="000B53B2">
      <w:pPr>
        <w:rPr>
          <w:rFonts w:cstheme="minorHAnsi"/>
        </w:rPr>
      </w:pPr>
    </w:p>
    <w:p w14:paraId="6451A233" w14:textId="77777777" w:rsidR="000B53B2" w:rsidRDefault="000B53B2" w:rsidP="000B53B2">
      <w:pPr>
        <w:rPr>
          <w:rFonts w:cstheme="minorHAnsi"/>
        </w:rPr>
      </w:pPr>
    </w:p>
    <w:p w14:paraId="2AC860AF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6431F177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0C38435" w14:textId="3767B8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11267D4" w14:textId="38634E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4C840EC" w14:textId="3C700B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316AA2D5" w14:textId="257A04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50C5149" w14:textId="14A6B24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A11FAF9" w14:textId="37BCD67F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27D87B2" w14:textId="7F8117B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C1D142B" w14:textId="4C3E6A1B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17964F4" w14:textId="77777777" w:rsidR="00A25B17" w:rsidRDefault="00A25B17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620119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</w:t>
      </w:r>
    </w:p>
    <w:p w14:paraId="774F89B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1635D11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B53B2" w:rsidRPr="000855FF" w14:paraId="42840D0B" w14:textId="77777777" w:rsidTr="00C73AFF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1BF62D85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3D00B6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5512534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50D029F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2A7995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873194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6C85DC8B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C245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28ABC1FC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03DB01E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99A6B5B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74155095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70C14BC1" w14:textId="77777777" w:rsidR="000B53B2" w:rsidRPr="000855FF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5EF5486B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02E82085" w14:textId="77777777" w:rsidR="000B53B2" w:rsidRDefault="000B53B2" w:rsidP="000B53B2">
      <w:pPr>
        <w:jc w:val="both"/>
        <w:rPr>
          <w:rFonts w:ascii="Verdana" w:eastAsia="Verdana" w:hAnsi="Verdana" w:cs="Times New Roman"/>
        </w:rPr>
      </w:pPr>
    </w:p>
    <w:p w14:paraId="1E343428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53C1B1F5" w14:textId="77777777" w:rsidR="000B53B2" w:rsidRPr="000855FF" w:rsidRDefault="000B53B2" w:rsidP="000B53B2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48D4E32A" w14:textId="5916BE06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F72FB0" w:rsidRPr="00D623DC">
        <w:rPr>
          <w:rFonts w:cstheme="minorHAnsi"/>
          <w:noProof/>
          <w:lang w:eastAsia="pl-PL"/>
        </w:rPr>
        <w:t>POST/DYS/OW/GZ/04331/2025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F72FB0" w:rsidRPr="00D623DC">
        <w:rPr>
          <w:rFonts w:cstheme="minorHAnsi"/>
          <w:noProof/>
          <w:lang w:eastAsia="pl-PL"/>
        </w:rPr>
        <w:t>Prace budowlane w podziale na: - Prace przyłączeniowe w ramach umowy nr 21-G0/S/00475, D1GI/21PG000034 Lokalizacja inwestycji: m. Łazy gm. Lesznowola - Prace przyłączeniowe w ramach umowy nr 23-G0/S/00474, D1GI/23PG101058 Lokalizacja inwestycji: m. Parzniew gm. Parzniew - Prace przyłączeniowe w ramach umowy nr 23-G0/S/00411, D1GI/21OG000039 Lokalizacja inwestycji: m. Sobolew gm. Sobolew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2A1B8FF6" w14:textId="7777777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E6E91B4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B53B2" w:rsidRPr="000855FF" w14:paraId="68580760" w14:textId="77777777" w:rsidTr="00C73AF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2D88F36" w14:textId="77777777" w:rsidR="000B53B2" w:rsidRPr="002F4B1B" w:rsidRDefault="000B53B2" w:rsidP="00C73AFF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8FB0F5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2876447" w14:textId="77777777" w:rsidR="000B53B2" w:rsidRPr="002F4B1B" w:rsidRDefault="000B53B2" w:rsidP="00C73AFF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1EC725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ACA97A1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927D66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905823">
              <w:rPr>
                <w:rFonts w:cstheme="minorHAnsi"/>
              </w:rPr>
              <w:t xml:space="preserve">…. </w:t>
            </w:r>
            <w:r w:rsidRPr="00905823">
              <w:rPr>
                <w:rFonts w:cstheme="minorHAnsi"/>
                <w:lang w:eastAsia="pl-PL"/>
              </w:rPr>
              <w:t>[</w:t>
            </w:r>
            <w:r w:rsidRPr="00905823">
              <w:rPr>
                <w:rFonts w:cstheme="minorHAnsi"/>
              </w:rPr>
              <w:t>wskazać inne, jeśli dotyczy</w:t>
            </w:r>
            <w:r w:rsidRPr="00905823">
              <w:rPr>
                <w:rFonts w:cstheme="minorHAnsi"/>
                <w:lang w:eastAsia="pl-PL"/>
              </w:rPr>
              <w:t>]</w:t>
            </w:r>
          </w:p>
        </w:tc>
      </w:tr>
      <w:tr w:rsidR="000B53B2" w:rsidRPr="000855FF" w14:paraId="4AD1D7B8" w14:textId="77777777" w:rsidTr="00C73AFF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DA4D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91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B7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CC7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9F9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253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E180B57" w14:textId="77777777" w:rsidTr="00C73AFF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89C7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2A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DD5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F6F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FA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07E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AC58F88" w14:textId="77777777" w:rsidTr="00C73AFF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094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E2C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5B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A9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F0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D9BB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16E8BEC7" w14:textId="77777777" w:rsidTr="00C73AFF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1E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6C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E9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D9DA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403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A3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3CDD6EE" w14:textId="77777777" w:rsidTr="00C73AFF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9BE0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A6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A1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19E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7C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878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3ABB56D5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FFEF249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2A1AA3F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7F0CF08D" w14:textId="77777777" w:rsidR="000B53B2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E753DDF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24D6089F" w14:textId="75BFC37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58BAA264" w14:textId="2B3CFBB5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D911CD4" w14:textId="1C215089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51B5A75" w14:textId="42627ED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7A7F2D0" w14:textId="031CF00A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08315E51" w14:textId="7997DCA3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1F85B4A" w14:textId="2C6656F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D222E92" w14:textId="77777777" w:rsidR="00A25B17" w:rsidRDefault="00A25B17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36158D2" w14:textId="5435028B" w:rsidR="00466AE9" w:rsidRDefault="00466AE9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0AF7AC5" w14:textId="77777777" w:rsidR="00F72FB0" w:rsidRDefault="00F72FB0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7A046BA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  <w:r w:rsidRPr="006F7CF2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Pr="001E7FD1">
        <w:rPr>
          <w:rFonts w:ascii="Verdana" w:eastAsia="Verdana" w:hAnsi="Verdana" w:cs="Times New Roman"/>
          <w:b/>
        </w:rPr>
        <w:t>OŚWIADCZENIE O ZACHOWANIU POUFNOŚCI</w:t>
      </w:r>
    </w:p>
    <w:p w14:paraId="16A405B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</w:p>
    <w:p w14:paraId="2D7D3CE4" w14:textId="77777777" w:rsidR="000A3099" w:rsidRPr="00535E9B" w:rsidRDefault="000A3099" w:rsidP="000A3099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0A3099" w:rsidRPr="006B56FD" w14:paraId="66842C66" w14:textId="77777777" w:rsidTr="00C73AFF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3895BBC3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635105DF" w14:textId="77777777" w:rsidR="000A3099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65B3AA4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4E57E5E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32DBF5A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D12CC6B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7538EDD9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9AE4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F87D673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93AC76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1F009B2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54CEDBF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349BCA3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5ED6839E" w14:textId="77777777" w:rsidR="000A3099" w:rsidRPr="006B56FD" w:rsidRDefault="000A3099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77A82363" w14:textId="77777777" w:rsidR="000A3099" w:rsidRDefault="000A3099" w:rsidP="000A3099">
      <w:pPr>
        <w:rPr>
          <w:rFonts w:ascii="Verdana" w:eastAsia="Verdana" w:hAnsi="Verdana" w:cs="Times New Roman"/>
          <w:b/>
        </w:rPr>
      </w:pPr>
    </w:p>
    <w:p w14:paraId="0862811C" w14:textId="77777777" w:rsidR="000A3099" w:rsidRPr="00A62B4C" w:rsidRDefault="000A3099" w:rsidP="000A3099">
      <w:pPr>
        <w:rPr>
          <w:rFonts w:ascii="Verdana" w:eastAsia="Verdana" w:hAnsi="Verdana" w:cs="Times New Roman"/>
        </w:rPr>
      </w:pPr>
    </w:p>
    <w:p w14:paraId="45FFB144" w14:textId="77777777" w:rsidR="000A3099" w:rsidRDefault="000A3099" w:rsidP="000A3099">
      <w:pPr>
        <w:jc w:val="center"/>
        <w:rPr>
          <w:rFonts w:cstheme="minorHAnsi"/>
          <w:b/>
          <w:szCs w:val="18"/>
        </w:rPr>
      </w:pPr>
      <w:r w:rsidRPr="001E7FD1">
        <w:rPr>
          <w:rFonts w:cstheme="minorHAnsi"/>
          <w:b/>
          <w:szCs w:val="18"/>
        </w:rPr>
        <w:t>OŚWIADCZENIE O ZACHOWANIU POUFNOŚCI</w:t>
      </w:r>
      <w:r>
        <w:rPr>
          <w:rFonts w:cstheme="minorHAnsi"/>
          <w:b/>
          <w:szCs w:val="18"/>
        </w:rPr>
        <w:t xml:space="preserve">  </w:t>
      </w:r>
    </w:p>
    <w:p w14:paraId="7D4049FA" w14:textId="77777777" w:rsidR="000A3099" w:rsidRDefault="000A3099" w:rsidP="000A3099">
      <w:pPr>
        <w:rPr>
          <w:rFonts w:eastAsia="Calibri" w:cstheme="minorHAnsi"/>
          <w:sz w:val="20"/>
          <w:lang w:eastAsia="pl-PL"/>
        </w:rPr>
      </w:pPr>
    </w:p>
    <w:p w14:paraId="2662F894" w14:textId="58F73CF6" w:rsidR="000A3099" w:rsidRPr="00E14432" w:rsidRDefault="000A3099" w:rsidP="000A3099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>
        <w:rPr>
          <w:rFonts w:cstheme="minorHAnsi"/>
          <w:b/>
          <w:sz w:val="20"/>
        </w:rPr>
        <w:fldChar w:fldCharType="begin"/>
      </w:r>
      <w:r>
        <w:rPr>
          <w:rFonts w:cstheme="minorHAnsi"/>
          <w:b/>
          <w:sz w:val="20"/>
        </w:rPr>
        <w:instrText xml:space="preserve"> MERGEFIELD nr_postepowania </w:instrText>
      </w:r>
      <w:r>
        <w:rPr>
          <w:rFonts w:cstheme="minorHAnsi"/>
          <w:b/>
          <w:sz w:val="20"/>
        </w:rPr>
        <w:fldChar w:fldCharType="separate"/>
      </w:r>
      <w:r w:rsidR="00F72FB0" w:rsidRPr="00D623DC">
        <w:rPr>
          <w:rFonts w:cstheme="minorHAnsi"/>
          <w:b/>
          <w:noProof/>
          <w:sz w:val="20"/>
        </w:rPr>
        <w:t>POST/DYS/OW/GZ/04331/2025</w:t>
      </w:r>
      <w:r>
        <w:rPr>
          <w:rFonts w:cstheme="minorHAnsi"/>
          <w:b/>
          <w:sz w:val="20"/>
        </w:rPr>
        <w:fldChar w:fldCharType="end"/>
      </w:r>
      <w:r>
        <w:rPr>
          <w:rFonts w:cstheme="minorHAnsi"/>
          <w:b/>
          <w:sz w:val="20"/>
        </w:rPr>
        <w:t xml:space="preserve"> </w:t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>
        <w:rPr>
          <w:rFonts w:eastAsia="Calibri" w:cstheme="minorHAnsi"/>
          <w:b/>
          <w:i/>
          <w:sz w:val="20"/>
          <w:lang w:eastAsia="pl-PL"/>
        </w:rPr>
        <w:fldChar w:fldCharType="begin"/>
      </w:r>
      <w:r>
        <w:rPr>
          <w:rFonts w:eastAsia="Calibri" w:cstheme="minorHAnsi"/>
          <w:b/>
          <w:i/>
          <w:sz w:val="20"/>
          <w:lang w:eastAsia="pl-PL"/>
        </w:rPr>
        <w:instrText xml:space="preserve"> MERGEFIELD nazwa_post </w:instrText>
      </w:r>
      <w:r>
        <w:rPr>
          <w:rFonts w:eastAsia="Calibri" w:cstheme="minorHAnsi"/>
          <w:b/>
          <w:i/>
          <w:sz w:val="20"/>
          <w:lang w:eastAsia="pl-PL"/>
        </w:rPr>
        <w:fldChar w:fldCharType="separate"/>
      </w:r>
      <w:r w:rsidR="00F72FB0" w:rsidRPr="00D623DC">
        <w:rPr>
          <w:rFonts w:eastAsia="Calibri" w:cstheme="minorHAnsi"/>
          <w:b/>
          <w:i/>
          <w:noProof/>
          <w:sz w:val="20"/>
          <w:lang w:eastAsia="pl-PL"/>
        </w:rPr>
        <w:t>Prace budowlane w podziale na: - Prace przyłączeniowe w ramach umowy nr 21-G0/S/00475, D1GI/21PG000034 Lokalizacja inwestycji: m. Łazy gm. Lesznowola - Prace przyłączeniowe w ramach umowy nr 23-G0/S/00474, D1GI/23PG101058 Lokalizacja inwestycji: m. Parzniew gm. Parzniew - Prace przyłączeniowe w ramach umowy nr 23-G0/S/00411, D1GI/21OG000039 Lokalizacja inwestycji: m. Sobolew gm. Sobolew</w:t>
      </w:r>
      <w:r>
        <w:rPr>
          <w:rFonts w:eastAsia="Calibri" w:cstheme="minorHAnsi"/>
          <w:b/>
          <w:i/>
          <w:sz w:val="20"/>
          <w:lang w:eastAsia="pl-PL"/>
        </w:rPr>
        <w:fldChar w:fldCharType="end"/>
      </w:r>
      <w:r w:rsidRPr="00837E9A">
        <w:rPr>
          <w:rFonts w:eastAsia="Calibri" w:cstheme="minorHAnsi"/>
          <w:b/>
          <w:i/>
          <w:sz w:val="20"/>
          <w:lang w:eastAsia="pl-PL"/>
        </w:rPr>
        <w:t>.</w:t>
      </w:r>
    </w:p>
    <w:p w14:paraId="3DE709E0" w14:textId="77777777" w:rsidR="000A3099" w:rsidRPr="00B67D39" w:rsidRDefault="000A3099" w:rsidP="000A3099">
      <w:pPr>
        <w:jc w:val="center"/>
        <w:rPr>
          <w:rFonts w:eastAsia="Verdana" w:cs="Times New Roman"/>
          <w:szCs w:val="18"/>
        </w:rPr>
      </w:pPr>
    </w:p>
    <w:p w14:paraId="6372B47C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4282D848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30B016D4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6E68803B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3A0C40A2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03186198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5964B66B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07B71B8A" w14:textId="77777777" w:rsidR="000A3099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9C2468">
        <w:rPr>
          <w:rFonts w:eastAsia="Calibri" w:cstheme="minorHAnsi"/>
          <w:sz w:val="20"/>
        </w:rPr>
        <w:t>t.j</w:t>
      </w:r>
      <w:proofErr w:type="spellEnd"/>
      <w:r w:rsidRPr="009C2468">
        <w:rPr>
          <w:rFonts w:eastAsia="Calibri" w:cstheme="minorHAnsi"/>
          <w:sz w:val="20"/>
        </w:rPr>
        <w:t>. Dz. U. 2020, poz. 1913 ze zm</w:t>
      </w:r>
      <w:r w:rsidRPr="007B5C8C">
        <w:rPr>
          <w:rFonts w:eastAsia="Calibri" w:cstheme="minorHAnsi"/>
          <w:sz w:val="20"/>
        </w:rPr>
        <w:t>.).</w:t>
      </w:r>
    </w:p>
    <w:p w14:paraId="16A8407F" w14:textId="77777777" w:rsidR="000A3099" w:rsidRDefault="000A3099" w:rsidP="000A3099">
      <w:pPr>
        <w:rPr>
          <w:rFonts w:cstheme="minorHAnsi"/>
        </w:rPr>
      </w:pPr>
    </w:p>
    <w:p w14:paraId="4FBF06ED" w14:textId="77777777" w:rsidR="000A3099" w:rsidRPr="009C2468" w:rsidRDefault="000A3099" w:rsidP="000A3099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6E79942D" w14:textId="77777777" w:rsidR="000A3099" w:rsidRDefault="000A3099" w:rsidP="000A3099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E7FD1">
        <w:rPr>
          <w:rFonts w:cstheme="minorHAnsi"/>
          <w:i/>
          <w:sz w:val="16"/>
          <w:szCs w:val="16"/>
        </w:rPr>
        <w:t>Data i podpis osoby/osób umocowanej(</w:t>
      </w:r>
      <w:proofErr w:type="spellStart"/>
      <w:r w:rsidRPr="001E7FD1">
        <w:rPr>
          <w:rFonts w:cstheme="minorHAnsi"/>
          <w:i/>
          <w:sz w:val="16"/>
          <w:szCs w:val="16"/>
        </w:rPr>
        <w:t>ych</w:t>
      </w:r>
      <w:proofErr w:type="spellEnd"/>
      <w:r w:rsidRPr="001E7FD1">
        <w:rPr>
          <w:rFonts w:cstheme="minorHAnsi"/>
          <w:i/>
          <w:sz w:val="16"/>
          <w:szCs w:val="16"/>
        </w:rPr>
        <w:t>) do złożenia podpisu w imieniu Podmiotu udostępniającego zasoby</w:t>
      </w:r>
    </w:p>
    <w:p w14:paraId="3F12103F" w14:textId="77550738" w:rsidR="000B53B2" w:rsidRDefault="000B53B2" w:rsidP="000A3099">
      <w:pPr>
        <w:ind w:right="68"/>
        <w:rPr>
          <w:rFonts w:cstheme="minorHAnsi"/>
          <w:i/>
          <w:sz w:val="16"/>
          <w:szCs w:val="16"/>
        </w:rPr>
      </w:pPr>
    </w:p>
    <w:p w14:paraId="73BE78E9" w14:textId="77777777" w:rsidR="000A3099" w:rsidRDefault="000A3099" w:rsidP="000A3099">
      <w:pPr>
        <w:ind w:right="68"/>
        <w:rPr>
          <w:rFonts w:cstheme="minorHAnsi"/>
          <w:i/>
          <w:sz w:val="16"/>
          <w:szCs w:val="16"/>
        </w:rPr>
      </w:pPr>
      <w:bookmarkStart w:id="7" w:name="_GoBack"/>
      <w:bookmarkEnd w:id="7"/>
    </w:p>
    <w:p w14:paraId="5E9BE20E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1D3C15C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B53B2" w:rsidRPr="003C16EE" w14:paraId="69FA65EE" w14:textId="77777777" w:rsidTr="00C73AFF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51BE283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9CD7B0E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AF69C28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01D17CBB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CAACF60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FE26D9F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2BC7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B6041EA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6CD98EE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870C417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91F9A33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6C6B431B" w14:textId="77777777" w:rsidR="000B53B2" w:rsidRPr="003C16EE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62556DE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218262B5" w14:textId="77777777" w:rsidR="000B53B2" w:rsidRPr="00381365" w:rsidRDefault="000B53B2" w:rsidP="000B53B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22118E5A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168EC8F2" w14:textId="55A29B24" w:rsidR="000B53B2" w:rsidRPr="00381365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F72FB0" w:rsidRPr="00D623DC">
        <w:rPr>
          <w:rFonts w:cstheme="minorHAnsi"/>
          <w:noProof/>
          <w:lang w:eastAsia="pl-PL"/>
        </w:rPr>
        <w:t>POST/DYS/OW/GZ/04331/2025</w:t>
      </w:r>
      <w:r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nazwa_post </w:instrText>
      </w:r>
      <w:r>
        <w:rPr>
          <w:rFonts w:cstheme="minorHAnsi"/>
        </w:rPr>
        <w:fldChar w:fldCharType="separate"/>
      </w:r>
      <w:r w:rsidR="00F72FB0" w:rsidRPr="00D623DC">
        <w:rPr>
          <w:rFonts w:cstheme="minorHAnsi"/>
          <w:noProof/>
        </w:rPr>
        <w:t>Prace budowlane w podziale na: - Prace przyłączeniowe w ramach umowy nr 21-G0/S/00475, D1GI/21PG000034 Lokalizacja inwestycji: m. Łazy gm. Lesznowola - Prace przyłączeniowe w ramach umowy nr 23-G0/S/00474, D1GI/23PG101058 Lokalizacja inwestycji: m. Parzniew gm. Parzniew - Prace przyłączeniowe w ramach umowy nr 23-G0/S/00411, D1GI/21OG000039 Lokalizacja inwestycji: m. Sobolew gm. Sobolew</w:t>
      </w:r>
      <w:r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7EBFB2DE" w14:textId="77777777" w:rsidR="000B53B2" w:rsidRDefault="000B53B2" w:rsidP="000B53B2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B53B2" w:rsidRPr="00381365" w14:paraId="6D64AD03" w14:textId="77777777" w:rsidTr="00C73AFF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B3DEF61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215121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B53B2" w:rsidRPr="00381365" w14:paraId="52D6AC52" w14:textId="77777777" w:rsidTr="00C73AFF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3B0F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88B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4B568F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4F66F866" w14:textId="77777777" w:rsidTr="00C73AFF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964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655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262E0AF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DF98539" w14:textId="77777777" w:rsidTr="00C73AFF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3F0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DC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7E6D9BA8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E35E3E9" w14:textId="77777777" w:rsidTr="00C73AFF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C05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6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49B8B2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BA1110A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10A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FB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0AFA33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7E2F2A4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BDE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985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50A93F01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FE7062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38EC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8A2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A60D563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744727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2E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82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584702D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2AA0AEB0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F0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766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38623539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0404CE2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DC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5A75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4168102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0B53B2" w:rsidRPr="00381365" w14:paraId="2F18C7B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5417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D5F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6A4D35E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BB7C905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7C3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2CE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47EF8B1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329EAD1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B296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24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5A142DB2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0FEFB6BC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603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BA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61F1AF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199B80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124D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032A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4817516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4135AA74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42D8E9AD" w14:textId="77777777" w:rsidR="000B53B2" w:rsidRDefault="000B53B2" w:rsidP="000B53B2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16895AE8" w14:textId="77777777" w:rsidR="000B53B2" w:rsidRDefault="000B53B2" w:rsidP="000B53B2">
      <w:pPr>
        <w:rPr>
          <w:rFonts w:cstheme="minorHAnsi"/>
        </w:rPr>
      </w:pPr>
    </w:p>
    <w:p w14:paraId="2E712D94" w14:textId="77777777" w:rsidR="000B53B2" w:rsidRDefault="000B53B2" w:rsidP="000B53B2">
      <w:pPr>
        <w:rPr>
          <w:rFonts w:cstheme="minorHAnsi"/>
        </w:rPr>
      </w:pPr>
    </w:p>
    <w:p w14:paraId="46EE628D" w14:textId="77777777" w:rsidR="000B53B2" w:rsidRDefault="000B53B2" w:rsidP="000B53B2">
      <w:pPr>
        <w:rPr>
          <w:rFonts w:cstheme="minorHAnsi"/>
        </w:rPr>
      </w:pPr>
    </w:p>
    <w:p w14:paraId="4247A89E" w14:textId="77777777" w:rsidR="000B53B2" w:rsidRDefault="000B53B2" w:rsidP="000B53B2">
      <w:pPr>
        <w:rPr>
          <w:rFonts w:cstheme="minorHAnsi"/>
        </w:rPr>
      </w:pPr>
    </w:p>
    <w:p w14:paraId="521C96BB" w14:textId="77777777" w:rsidR="000B53B2" w:rsidRDefault="000B53B2" w:rsidP="000B53B2">
      <w:pPr>
        <w:rPr>
          <w:rFonts w:cstheme="minorHAnsi"/>
        </w:rPr>
      </w:pPr>
    </w:p>
    <w:p w14:paraId="2DCF5BE7" w14:textId="77777777" w:rsidR="000B53B2" w:rsidRDefault="000B53B2" w:rsidP="000B53B2">
      <w:pPr>
        <w:rPr>
          <w:rFonts w:cstheme="minorHAnsi"/>
        </w:rPr>
      </w:pPr>
    </w:p>
    <w:p w14:paraId="070569D7" w14:textId="77777777" w:rsidR="000B53B2" w:rsidRPr="009C2468" w:rsidRDefault="000B53B2" w:rsidP="000B53B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75BA0411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9E1411" w14:textId="7C3AEB6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BBFC3B3" w14:textId="77777777" w:rsidR="000B53B2" w:rsidRPr="00A62B4C" w:rsidRDefault="000B53B2" w:rsidP="000B53B2">
      <w:pPr>
        <w:tabs>
          <w:tab w:val="left" w:pos="8509"/>
        </w:tabs>
        <w:ind w:firstLine="5954"/>
        <w:rPr>
          <w:rFonts w:ascii="Verdana" w:eastAsia="Verdana" w:hAnsi="Verdana" w:cs="Times New Roman"/>
        </w:rPr>
      </w:pPr>
    </w:p>
    <w:sectPr w:rsidR="000B53B2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C73AFF" w:rsidRDefault="00C73AFF" w:rsidP="00582CE9">
      <w:pPr>
        <w:spacing w:after="0"/>
      </w:pPr>
      <w:r>
        <w:separator/>
      </w:r>
    </w:p>
  </w:endnote>
  <w:endnote w:type="continuationSeparator" w:id="0">
    <w:p w14:paraId="58927104" w14:textId="77777777" w:rsidR="00C73AFF" w:rsidRDefault="00C73AF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BE3BFC4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B17">
          <w:rPr>
            <w:noProof/>
          </w:rPr>
          <w:t>10</w:t>
        </w:r>
        <w:r>
          <w:fldChar w:fldCharType="end"/>
        </w:r>
      </w:p>
    </w:sdtContent>
  </w:sdt>
  <w:p w14:paraId="4A5385B6" w14:textId="77777777" w:rsidR="00C73AFF" w:rsidRDefault="00C73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73AFF" w:rsidRDefault="00C73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C73AFF" w:rsidRDefault="00C73AFF" w:rsidP="00582CE9">
      <w:pPr>
        <w:spacing w:after="0"/>
      </w:pPr>
      <w:r>
        <w:separator/>
      </w:r>
    </w:p>
  </w:footnote>
  <w:footnote w:type="continuationSeparator" w:id="0">
    <w:p w14:paraId="5681B395" w14:textId="77777777" w:rsidR="00C73AFF" w:rsidRDefault="00C73AFF" w:rsidP="00582CE9">
      <w:pPr>
        <w:spacing w:after="0"/>
      </w:pPr>
      <w:r>
        <w:continuationSeparator/>
      </w:r>
    </w:p>
  </w:footnote>
  <w:footnote w:id="1">
    <w:p w14:paraId="679895A9" w14:textId="77777777" w:rsidR="00C73AFF" w:rsidRPr="00B67D39" w:rsidRDefault="00C73AFF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C73AFF" w:rsidRPr="00F2601C" w:rsidRDefault="00C73AFF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C73AFF" w:rsidRPr="00B67D39" w:rsidRDefault="00C73AFF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C73AFF" w:rsidRPr="001A6201" w:rsidRDefault="00C73AFF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C73AFF" w:rsidRPr="00B67D39" w:rsidRDefault="00C73AFF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C73AFF" w:rsidRPr="00B67D39" w:rsidRDefault="00C73AFF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C73AFF" w:rsidRDefault="00C73AFF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307AD99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9B78A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6F6FC59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2DFB99BB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28456231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8D4C1AE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516D573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07812F" w14:textId="77777777" w:rsidR="00C73AFF" w:rsidRPr="00872F1F" w:rsidRDefault="00C73AFF" w:rsidP="000B53B2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F3AAD7" w14:textId="77777777" w:rsidR="00C73AFF" w:rsidRPr="00872F1F" w:rsidRDefault="00C73AFF" w:rsidP="000B53B2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73AFF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2FF1D92C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72FB0" w:rsidRPr="00D623D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POST/DYS/OW/GZ/04331/2025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1391D9B5" w:rsidR="00C73AFF" w:rsidRPr="006B2C28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F72FB0" w:rsidRPr="00D623D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POST/DYS/OW/GZ/04331/2025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7502FF7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280DF8A" w:rsidR="00C73AFF" w:rsidRDefault="00C73AFF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73AFF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73AFF" w:rsidRDefault="00C73A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19"/>
  </w:num>
  <w:num w:numId="7">
    <w:abstractNumId w:val="3"/>
  </w:num>
  <w:num w:numId="8">
    <w:abstractNumId w:val="28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7"/>
  </w:num>
  <w:num w:numId="14">
    <w:abstractNumId w:val="23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5"/>
  </w:num>
  <w:num w:numId="23">
    <w:abstractNumId w:val="10"/>
  </w:num>
  <w:num w:numId="24">
    <w:abstractNumId w:val="22"/>
  </w:num>
  <w:num w:numId="25">
    <w:abstractNumId w:val="26"/>
  </w:num>
  <w:num w:numId="26">
    <w:abstractNumId w:val="2"/>
  </w:num>
  <w:num w:numId="27">
    <w:abstractNumId w:val="25"/>
  </w:num>
  <w:num w:numId="28">
    <w:abstractNumId w:val="2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1"/>
  </w:num>
  <w:num w:numId="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97C8B"/>
    <w:rsid w:val="000A3099"/>
    <w:rsid w:val="000B0DBD"/>
    <w:rsid w:val="000B53B2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04BA"/>
    <w:rsid w:val="00224257"/>
    <w:rsid w:val="0024291C"/>
    <w:rsid w:val="00257F22"/>
    <w:rsid w:val="00264A06"/>
    <w:rsid w:val="00265B9D"/>
    <w:rsid w:val="00270752"/>
    <w:rsid w:val="002743D5"/>
    <w:rsid w:val="002768AC"/>
    <w:rsid w:val="00285DD6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6AE9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37A87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483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C9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1CE0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25B17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AFF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67E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2FB0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3, 4, 7, 8, 11, 12 do SWZ.docx</dmsv2BaseFileName>
    <dmsv2BaseDisplayName xmlns="http://schemas.microsoft.com/sharepoint/v3">Załącznik nr 3, 4, 7, 8, 11, 12 do SWZ</dmsv2BaseDisplayName>
    <dmsv2SWPP2ObjectNumber xmlns="http://schemas.microsoft.com/sharepoint/v3">POST/DYS/OW/GZ/04331/2025                         </dmsv2SWPP2ObjectNumber>
    <dmsv2SWPP2SumMD5 xmlns="http://schemas.microsoft.com/sharepoint/v3">f2a6c4399c15cf8bc02e691f4117c39c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700453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23900307</dmsv2BaseClientSystemDocumentID>
    <dmsv2BaseModifiedByID xmlns="http://schemas.microsoft.com/sharepoint/v3">11900488</dmsv2BaseModifiedByID>
    <dmsv2BaseCreatedByID xmlns="http://schemas.microsoft.com/sharepoint/v3">11900488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JEUP5JKVCYQC-1440096624-10953</_dlc_DocId>
    <_dlc_DocIdUrl xmlns="a19cb1c7-c5c7-46d4-85ae-d83685407bba">
      <Url>https://swpp2.dms.gkpge.pl/sites/41/_layouts/15/DocIdRedir.aspx?ID=JEUP5JKVCYQC-1440096624-10953</Url>
      <Description>JEUP5JKVCYQC-1440096624-10953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436C704-9C8B-4B66-B1B2-1BF3D325C305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4DBCCD6-C2F9-4603-AE1B-248C914F2C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8D75F5B-2D53-4687-9D7E-2FCF1A65772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11</Pages>
  <Words>3488</Words>
  <Characters>20929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Skomorucha Kamil [PGE Dystr. O.Warszawa]</cp:lastModifiedBy>
  <cp:revision>3</cp:revision>
  <cp:lastPrinted>2024-07-15T11:21:00Z</cp:lastPrinted>
  <dcterms:created xsi:type="dcterms:W3CDTF">2025-12-01T14:20:00Z</dcterms:created>
  <dcterms:modified xsi:type="dcterms:W3CDTF">2025-12-01T14:23:00Z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a72e422d-4b19-4a02-8d88-280d093ba6ce</vt:lpwstr>
  </property>
</Properties>
</file>